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7758462-B7AE-4909-84FC-E139700C629B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